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70F" w:rsidRPr="000E235E" w:rsidRDefault="0027070F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27070F" w:rsidRPr="000E235E" w:rsidRDefault="0027070F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  <w:r>
        <w:rPr>
          <w:rFonts w:ascii="Times New Roman" w:hAnsi="Times New Roman" w:cs="Times New Roman"/>
          <w:sz w:val="24"/>
          <w:szCs w:val="24"/>
        </w:rPr>
        <w:t>Хуторского</w:t>
      </w:r>
      <w:r w:rsidRPr="000E235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27070F" w:rsidRPr="000E235E" w:rsidRDefault="0027070F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</w:p>
    <w:p w:rsidR="0027070F" w:rsidRPr="000E235E" w:rsidRDefault="0027070F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"О бюджете </w:t>
      </w:r>
      <w:r>
        <w:rPr>
          <w:rFonts w:ascii="Times New Roman" w:hAnsi="Times New Roman" w:cs="Times New Roman"/>
          <w:sz w:val="24"/>
          <w:szCs w:val="24"/>
        </w:rPr>
        <w:t>Хуторского</w:t>
      </w:r>
      <w:r w:rsidRPr="000E235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27070F" w:rsidRPr="000E235E" w:rsidRDefault="0027070F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на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E235E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7070F" w:rsidRDefault="0027070F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и на плановый период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E235E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E235E">
        <w:rPr>
          <w:rFonts w:ascii="Times New Roman" w:hAnsi="Times New Roman" w:cs="Times New Roman"/>
          <w:sz w:val="24"/>
          <w:szCs w:val="24"/>
        </w:rPr>
        <w:t xml:space="preserve"> годов"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070F" w:rsidRPr="000E235E" w:rsidRDefault="0027070F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19 от 02.12.2024</w:t>
      </w:r>
    </w:p>
    <w:p w:rsidR="0027070F" w:rsidRPr="000E235E" w:rsidRDefault="0027070F" w:rsidP="000E235E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7070F" w:rsidRPr="000E235E" w:rsidRDefault="002707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7070F" w:rsidRPr="000E235E" w:rsidRDefault="0027070F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2"/>
      <w:bookmarkEnd w:id="0"/>
      <w:r w:rsidRPr="000E235E">
        <w:rPr>
          <w:rFonts w:ascii="Times New Roman" w:hAnsi="Times New Roman" w:cs="Times New Roman"/>
          <w:sz w:val="24"/>
          <w:szCs w:val="24"/>
        </w:rPr>
        <w:t>ПОРЯДОК</w:t>
      </w:r>
    </w:p>
    <w:p w:rsidR="0027070F" w:rsidRDefault="0027070F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ПРЕДОСТАВЛЕНИЯ ИНЫХ МЕЖБЮДЖЕТНЫХ ТРАНСФЕРТОВ</w:t>
      </w:r>
    </w:p>
    <w:p w:rsidR="0027070F" w:rsidRDefault="0027070F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БЮДЖЕТА ХУТОРСКОГО СЕЛЬСКОГО ПОСЕЛЕНИЯ</w:t>
      </w:r>
    </w:p>
    <w:p w:rsidR="0027070F" w:rsidRPr="000E235E" w:rsidRDefault="0027070F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</w:p>
    <w:p w:rsidR="0027070F" w:rsidRDefault="0027070F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БЮДЖЕТУ ТЮКАЛИНСКОГО МУНИЦИПАЛЬНОГО РАЙОНА</w:t>
      </w:r>
    </w:p>
    <w:p w:rsidR="0027070F" w:rsidRPr="000E235E" w:rsidRDefault="0027070F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27070F" w:rsidRPr="000E235E" w:rsidRDefault="002707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7070F" w:rsidRPr="00B56F19" w:rsidRDefault="0027070F" w:rsidP="000E235E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56F19"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:rsidR="0027070F" w:rsidRPr="000E235E" w:rsidRDefault="002707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7070F" w:rsidRPr="000E235E" w:rsidRDefault="0027070F" w:rsidP="000E235E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Настоящий Порядок предоставления иных межбюджетных трансфертов из бюджета </w:t>
      </w:r>
      <w:r>
        <w:rPr>
          <w:rFonts w:ascii="Times New Roman" w:hAnsi="Times New Roman" w:cs="Times New Roman"/>
          <w:sz w:val="24"/>
          <w:szCs w:val="24"/>
        </w:rPr>
        <w:t>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 xml:space="preserve"> (далее - Порядок), разработан в 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соответствии со </w:t>
      </w:r>
      <w:hyperlink r:id="rId7" w:history="1">
        <w:r w:rsidRPr="000E235E">
          <w:rPr>
            <w:rStyle w:val="Hyperlink"/>
            <w:rFonts w:ascii="Times New Roman" w:hAnsi="Times New Roman"/>
            <w:color w:val="000000"/>
            <w:sz w:val="24"/>
            <w:szCs w:val="24"/>
            <w:u w:val="none"/>
          </w:rPr>
          <w:t>статьями 9</w:t>
        </w:r>
      </w:hyperlink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и 142.5 Бюджетного кодекса Российской Федерации, </w:t>
      </w:r>
      <w:hyperlink r:id="rId8" w:history="1">
        <w:r w:rsidRPr="000E235E">
          <w:rPr>
            <w:rStyle w:val="Hyperlink"/>
            <w:rFonts w:ascii="Times New Roman" w:hAnsi="Times New Roman"/>
            <w:color w:val="000000"/>
            <w:sz w:val="24"/>
            <w:szCs w:val="24"/>
            <w:u w:val="none"/>
          </w:rPr>
          <w:t>частью 4 статьи 65 Федерального закона от 06.10.2003г. № 131-ФЗ "Об общих принципах организации местного самоуправления в Российской Федерации"</w:t>
        </w:r>
      </w:hyperlink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, Положением о бюджетном процессе в </w:t>
      </w:r>
      <w:r>
        <w:rPr>
          <w:rFonts w:ascii="Times New Roman" w:hAnsi="Times New Roman" w:cs="Times New Roman"/>
          <w:color w:val="000000"/>
          <w:sz w:val="24"/>
          <w:szCs w:val="24"/>
        </w:rPr>
        <w:t>Хуторском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сельском поселении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области, 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Уставом </w:t>
      </w:r>
      <w:r>
        <w:rPr>
          <w:rFonts w:ascii="Times New Roman" w:hAnsi="Times New Roman" w:cs="Times New Roman"/>
          <w:color w:val="000000"/>
          <w:sz w:val="24"/>
          <w:szCs w:val="24"/>
        </w:rPr>
        <w:t>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области, 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устанавливает </w:t>
      </w:r>
      <w:r w:rsidRPr="000E235E">
        <w:rPr>
          <w:rFonts w:ascii="Times New Roman" w:hAnsi="Times New Roman" w:cs="Times New Roman"/>
          <w:sz w:val="24"/>
          <w:szCs w:val="24"/>
        </w:rPr>
        <w:t xml:space="preserve">порядок </w:t>
      </w:r>
      <w:r>
        <w:rPr>
          <w:rFonts w:ascii="Times New Roman" w:hAnsi="Times New Roman" w:cs="Times New Roman"/>
          <w:sz w:val="24"/>
          <w:szCs w:val="24"/>
        </w:rPr>
        <w:t xml:space="preserve">и условия </w:t>
      </w:r>
      <w:r w:rsidRPr="000E235E">
        <w:rPr>
          <w:rFonts w:ascii="Times New Roman" w:hAnsi="Times New Roman" w:cs="Times New Roman"/>
          <w:sz w:val="24"/>
          <w:szCs w:val="24"/>
        </w:rPr>
        <w:t xml:space="preserve">предоставления иных межбюджетных трансфертов из бюджета </w:t>
      </w:r>
      <w:r>
        <w:rPr>
          <w:rFonts w:ascii="Times New Roman" w:hAnsi="Times New Roman" w:cs="Times New Roman"/>
          <w:sz w:val="24"/>
          <w:szCs w:val="24"/>
        </w:rPr>
        <w:t>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бюджету Тюкалинского муниципального района Омской области. </w:t>
      </w:r>
    </w:p>
    <w:p w:rsidR="0027070F" w:rsidRPr="000E235E" w:rsidRDefault="0027070F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7070F" w:rsidRPr="000E235E" w:rsidRDefault="0027070F" w:rsidP="000E23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235E">
        <w:rPr>
          <w:rFonts w:ascii="Times New Roman" w:hAnsi="Times New Roman" w:cs="Times New Roman"/>
          <w:b/>
          <w:sz w:val="24"/>
          <w:szCs w:val="24"/>
        </w:rPr>
        <w:t>2. Порядок и условия</w:t>
      </w:r>
    </w:p>
    <w:p w:rsidR="0027070F" w:rsidRPr="000E235E" w:rsidRDefault="0027070F" w:rsidP="000E23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235E">
        <w:rPr>
          <w:rFonts w:ascii="Times New Roman" w:hAnsi="Times New Roman" w:cs="Times New Roman"/>
          <w:b/>
          <w:sz w:val="24"/>
          <w:szCs w:val="24"/>
        </w:rPr>
        <w:t>предоставления иных межбюджетных трансфертов</w:t>
      </w:r>
    </w:p>
    <w:p w:rsidR="0027070F" w:rsidRPr="000E235E" w:rsidRDefault="0027070F" w:rsidP="000E235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070F" w:rsidRPr="000E235E" w:rsidRDefault="0027070F" w:rsidP="00843B71">
      <w:pPr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2.1. Целью предоставления иных межбюджетных трансфертов из бюджета </w:t>
      </w:r>
      <w:r>
        <w:rPr>
          <w:rFonts w:ascii="Times New Roman" w:hAnsi="Times New Roman" w:cs="Times New Roman"/>
          <w:sz w:val="24"/>
          <w:szCs w:val="24"/>
        </w:rPr>
        <w:t>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 бюджету Тюкалинского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является финансовое обеспечение переданных органами местного самоуправлени</w:t>
      </w:r>
      <w:r>
        <w:rPr>
          <w:rFonts w:ascii="Times New Roman" w:hAnsi="Times New Roman" w:cs="Times New Roman"/>
          <w:sz w:val="24"/>
          <w:szCs w:val="24"/>
        </w:rPr>
        <w:t>я 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 органам местного самоуправления Тюкалинского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полномочий по решению вопросов местного значения </w:t>
      </w:r>
      <w:r>
        <w:rPr>
          <w:rFonts w:ascii="Times New Roman" w:hAnsi="Times New Roman" w:cs="Times New Roman"/>
          <w:iCs/>
          <w:sz w:val="24"/>
          <w:szCs w:val="24"/>
          <w:lang w:eastAsia="en-US"/>
        </w:rPr>
        <w:t>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E235E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установленных в соответствии с Федеральным законом от </w:t>
      </w:r>
      <w:r>
        <w:rPr>
          <w:rFonts w:ascii="Times New Roman" w:hAnsi="Times New Roman" w:cs="Times New Roman"/>
          <w:iCs/>
          <w:sz w:val="24"/>
          <w:szCs w:val="24"/>
          <w:lang w:eastAsia="en-US"/>
        </w:rPr>
        <w:t>06.10.2003г</w:t>
      </w:r>
      <w:r w:rsidRPr="000E235E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. № 131-ФЗ «Об общих принципах местного самоуправления в Российской Федерации», законами </w:t>
      </w:r>
      <w:r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Омской области, </w:t>
      </w:r>
      <w:r w:rsidRPr="000E235E">
        <w:rPr>
          <w:rFonts w:ascii="Times New Roman" w:hAnsi="Times New Roman" w:cs="Times New Roman"/>
          <w:iCs/>
          <w:sz w:val="24"/>
          <w:szCs w:val="24"/>
          <w:lang w:eastAsia="en-US"/>
        </w:rPr>
        <w:t>в соответствии с заключаемыми соглашениями</w:t>
      </w:r>
      <w:r>
        <w:rPr>
          <w:rFonts w:ascii="Times New Roman" w:hAnsi="Times New Roman" w:cs="Times New Roman"/>
          <w:iCs/>
          <w:sz w:val="24"/>
          <w:szCs w:val="24"/>
          <w:lang w:eastAsia="en-US"/>
        </w:rPr>
        <w:t>.</w:t>
      </w:r>
    </w:p>
    <w:p w:rsidR="0027070F" w:rsidRDefault="0027070F" w:rsidP="00843B7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2.2. Предоставление иных межбюджетных трансфертов из бюджета </w:t>
      </w:r>
      <w:r>
        <w:rPr>
          <w:rFonts w:ascii="Times New Roman" w:hAnsi="Times New Roman" w:cs="Times New Roman"/>
          <w:sz w:val="24"/>
          <w:szCs w:val="24"/>
        </w:rPr>
        <w:t>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бюджету Тюкалинского муниципального района Омской области осуществляется за счет доходов бюджета </w:t>
      </w:r>
      <w:r>
        <w:rPr>
          <w:rFonts w:ascii="Times New Roman" w:hAnsi="Times New Roman" w:cs="Times New Roman"/>
          <w:sz w:val="24"/>
          <w:szCs w:val="24"/>
        </w:rPr>
        <w:t>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7070F" w:rsidRPr="000E235E" w:rsidRDefault="0027070F" w:rsidP="00843B7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2.3.  Иные межбюджетные трансферты из бюджета</w:t>
      </w:r>
      <w:r>
        <w:rPr>
          <w:rFonts w:ascii="Times New Roman" w:hAnsi="Times New Roman" w:cs="Times New Roman"/>
          <w:sz w:val="24"/>
          <w:szCs w:val="24"/>
        </w:rPr>
        <w:t xml:space="preserve"> 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бюджету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 отражаются в доходной части 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0E235E">
        <w:rPr>
          <w:rFonts w:ascii="Times New Roman" w:hAnsi="Times New Roman" w:cs="Times New Roman"/>
          <w:sz w:val="24"/>
          <w:szCs w:val="24"/>
        </w:rPr>
        <w:t>огласно классификации доходов бюджетов.</w:t>
      </w:r>
    </w:p>
    <w:p w:rsidR="0027070F" w:rsidRPr="000E235E" w:rsidRDefault="0027070F" w:rsidP="00843B7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2.4. Иные межбюджетных трансферты из бюджета </w:t>
      </w:r>
      <w:r>
        <w:rPr>
          <w:rFonts w:ascii="Times New Roman" w:hAnsi="Times New Roman" w:cs="Times New Roman"/>
          <w:sz w:val="24"/>
          <w:szCs w:val="24"/>
        </w:rPr>
        <w:t>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 бюджету Тюкалинского муниципального района Омской области предоставляются, в том числе, в рамках реализации муниципальных программ, ведомственных целевых программ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sz w:val="24"/>
          <w:szCs w:val="24"/>
        </w:rPr>
        <w:t>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 бюджету Тюкалинского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7070F" w:rsidRDefault="0027070F" w:rsidP="000E235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E235E">
        <w:rPr>
          <w:rFonts w:ascii="Times New Roman" w:hAnsi="Times New Roman" w:cs="Times New Roman"/>
          <w:sz w:val="24"/>
          <w:szCs w:val="24"/>
        </w:rPr>
        <w:t xml:space="preserve">. Расчёт объёма иных межбюджетных трансфертов из бюджета </w:t>
      </w:r>
      <w:r>
        <w:rPr>
          <w:rFonts w:ascii="Times New Roman" w:hAnsi="Times New Roman" w:cs="Times New Roman"/>
          <w:sz w:val="24"/>
          <w:szCs w:val="24"/>
        </w:rPr>
        <w:t>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 бюджету Тюкалинского муниципального района Омской области производится в соответствии с методик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0E235E">
        <w:rPr>
          <w:rFonts w:ascii="Times New Roman" w:hAnsi="Times New Roman" w:cs="Times New Roman"/>
          <w:sz w:val="24"/>
          <w:szCs w:val="24"/>
        </w:rPr>
        <w:t xml:space="preserve"> согласно приложени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к настоящему П</w:t>
      </w:r>
      <w:r>
        <w:rPr>
          <w:rFonts w:ascii="Times New Roman" w:hAnsi="Times New Roman" w:cs="Times New Roman"/>
          <w:sz w:val="24"/>
          <w:szCs w:val="24"/>
        </w:rPr>
        <w:t>орядку (Приложение № 1).</w:t>
      </w:r>
    </w:p>
    <w:p w:rsidR="0027070F" w:rsidRDefault="0027070F" w:rsidP="007225F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E235E">
        <w:rPr>
          <w:rFonts w:ascii="Times New Roman" w:hAnsi="Times New Roman" w:cs="Times New Roman"/>
          <w:sz w:val="24"/>
          <w:szCs w:val="24"/>
        </w:rPr>
        <w:t xml:space="preserve">.  Объем иных межбюджетных трансфертов утверждается в решении о бюджете  </w:t>
      </w:r>
      <w:r>
        <w:rPr>
          <w:rFonts w:ascii="Times New Roman" w:hAnsi="Times New Roman" w:cs="Times New Roman"/>
          <w:sz w:val="24"/>
          <w:szCs w:val="24"/>
        </w:rPr>
        <w:t>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на очередной финансовый год (очередной финансовый год и плановый  период) или посредством внесения изменений в решение о бюджете   </w:t>
      </w:r>
      <w:r>
        <w:rPr>
          <w:rFonts w:ascii="Times New Roman" w:hAnsi="Times New Roman" w:cs="Times New Roman"/>
          <w:sz w:val="24"/>
          <w:szCs w:val="24"/>
        </w:rPr>
        <w:t>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на очередной финансовый год (очередной финансовый год и плановый  период) или путем внесения изменений  в сводную бюджетную роспись расходов бюджета </w:t>
      </w:r>
      <w:r>
        <w:rPr>
          <w:rFonts w:ascii="Times New Roman" w:hAnsi="Times New Roman" w:cs="Times New Roman"/>
          <w:sz w:val="24"/>
          <w:szCs w:val="24"/>
        </w:rPr>
        <w:t>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7070F" w:rsidRPr="000E235E" w:rsidRDefault="0027070F" w:rsidP="007225F4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E235E">
        <w:rPr>
          <w:rFonts w:ascii="Times New Roman" w:hAnsi="Times New Roman" w:cs="Times New Roman"/>
          <w:sz w:val="24"/>
          <w:szCs w:val="24"/>
        </w:rPr>
        <w:t xml:space="preserve">.   Иные межбюджетные трансферты из бюджета </w:t>
      </w:r>
      <w:r>
        <w:rPr>
          <w:rFonts w:ascii="Times New Roman" w:hAnsi="Times New Roman" w:cs="Times New Roman"/>
          <w:sz w:val="24"/>
          <w:szCs w:val="24"/>
        </w:rPr>
        <w:t>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бюджету Тюкалинского муниципального района Омской области предоставляются в пределах суммы, утвержденной решением о бюджете </w:t>
      </w:r>
      <w:r>
        <w:rPr>
          <w:rFonts w:ascii="Times New Roman" w:hAnsi="Times New Roman" w:cs="Times New Roman"/>
          <w:sz w:val="24"/>
          <w:szCs w:val="24"/>
        </w:rPr>
        <w:t>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 на очередной финансовый год (очередной финансовый год и плановый  период), и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 xml:space="preserve">решением </w:t>
      </w:r>
      <w:r>
        <w:rPr>
          <w:rFonts w:ascii="Times New Roman" w:hAnsi="Times New Roman" w:cs="Times New Roman"/>
          <w:sz w:val="24"/>
          <w:szCs w:val="24"/>
        </w:rPr>
        <w:t>Совета 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7070F" w:rsidRPr="000E235E" w:rsidRDefault="0027070F" w:rsidP="007225F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0E235E">
        <w:rPr>
          <w:rFonts w:ascii="Times New Roman" w:hAnsi="Times New Roman" w:cs="Times New Roman"/>
          <w:sz w:val="24"/>
          <w:szCs w:val="24"/>
        </w:rPr>
        <w:t xml:space="preserve">. Иные межбюджетные трансферты из бюджета </w:t>
      </w:r>
      <w:r>
        <w:rPr>
          <w:rFonts w:ascii="Times New Roman" w:hAnsi="Times New Roman" w:cs="Times New Roman"/>
          <w:sz w:val="24"/>
          <w:szCs w:val="24"/>
        </w:rPr>
        <w:t>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предоставляются</w:t>
      </w:r>
      <w:r w:rsidRPr="000E235E">
        <w:rPr>
          <w:rFonts w:ascii="Times New Roman" w:hAnsi="Times New Roman" w:cs="Times New Roman"/>
          <w:sz w:val="24"/>
          <w:szCs w:val="24"/>
        </w:rPr>
        <w:t xml:space="preserve"> бюджету Тюкалинского муниципального района Омской области на основании соглашений, заключенных между </w:t>
      </w:r>
      <w:r>
        <w:rPr>
          <w:rFonts w:ascii="Times New Roman" w:hAnsi="Times New Roman" w:cs="Times New Roman"/>
          <w:sz w:val="24"/>
          <w:szCs w:val="24"/>
        </w:rPr>
        <w:t>Администрацией 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>
        <w:rPr>
          <w:rFonts w:ascii="Times New Roman" w:hAnsi="Times New Roman" w:cs="Times New Roman"/>
          <w:sz w:val="24"/>
          <w:szCs w:val="24"/>
        </w:rPr>
        <w:t>и Администрацией</w:t>
      </w:r>
      <w:r w:rsidRPr="000E235E">
        <w:rPr>
          <w:rFonts w:ascii="Times New Roman" w:hAnsi="Times New Roman" w:cs="Times New Roman"/>
          <w:sz w:val="24"/>
          <w:szCs w:val="24"/>
        </w:rPr>
        <w:t xml:space="preserve"> Тюкалинского муниципального района Омской области в соответствии с решением </w:t>
      </w:r>
      <w:r>
        <w:rPr>
          <w:rFonts w:ascii="Times New Roman" w:hAnsi="Times New Roman" w:cs="Times New Roman"/>
          <w:sz w:val="24"/>
          <w:szCs w:val="24"/>
        </w:rPr>
        <w:t>Совета 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7070F" w:rsidRPr="000E235E" w:rsidRDefault="0027070F" w:rsidP="006147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0E235E">
        <w:rPr>
          <w:rFonts w:ascii="Times New Roman" w:hAnsi="Times New Roman" w:cs="Times New Roman"/>
          <w:sz w:val="24"/>
          <w:szCs w:val="24"/>
        </w:rPr>
        <w:t>. Соглашение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предоставлении иных межбюджетных трансфертов бюджету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 должно содержать следующие положения:</w:t>
      </w:r>
    </w:p>
    <w:p w:rsidR="0027070F" w:rsidRPr="000E235E" w:rsidRDefault="0027070F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1) целевое назначение иных межбюджетных трансфертов;</w:t>
      </w:r>
    </w:p>
    <w:p w:rsidR="0027070F" w:rsidRPr="000E235E" w:rsidRDefault="0027070F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2) условия предоставления и расходования иных межбюджетных трансфертов;</w:t>
      </w:r>
    </w:p>
    <w:p w:rsidR="0027070F" w:rsidRPr="000E235E" w:rsidRDefault="0027070F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3) объем бюджетных ассигнований, предусмотренных на предоставление иных межбюджетных трансфертов;</w:t>
      </w:r>
    </w:p>
    <w:p w:rsidR="0027070F" w:rsidRPr="000E235E" w:rsidRDefault="0027070F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4) порядок перечисления иных межбюджетных трансфертов;</w:t>
      </w:r>
    </w:p>
    <w:p w:rsidR="0027070F" w:rsidRPr="000E235E" w:rsidRDefault="0027070F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5) сроки действия соглашения;</w:t>
      </w:r>
    </w:p>
    <w:p w:rsidR="0027070F" w:rsidRPr="000E235E" w:rsidRDefault="0027070F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6) порядок осуществления контроля за соблюдением условий, установленных для предоставления и расходования межбюджетных трансфертов;</w:t>
      </w:r>
    </w:p>
    <w:p w:rsidR="0027070F" w:rsidRPr="000E235E" w:rsidRDefault="0027070F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7) сроки и порядок представления отчетности об использовании иных межбюджетных трансфертов;</w:t>
      </w:r>
    </w:p>
    <w:p w:rsidR="0027070F" w:rsidRPr="000E235E" w:rsidRDefault="0027070F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8)  </w:t>
      </w:r>
      <w:r w:rsidRPr="000E235E">
        <w:rPr>
          <w:rFonts w:ascii="Times New Roman" w:hAnsi="Times New Roman" w:cs="Times New Roman"/>
          <w:sz w:val="24"/>
          <w:szCs w:val="24"/>
          <w:lang w:eastAsia="en-US"/>
        </w:rPr>
        <w:t>финансовые санкции за неисполнение соглашений;</w:t>
      </w:r>
    </w:p>
    <w:p w:rsidR="0027070F" w:rsidRPr="000E235E" w:rsidRDefault="0027070F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9) иные условия.</w:t>
      </w:r>
    </w:p>
    <w:p w:rsidR="0027070F" w:rsidRPr="000E235E" w:rsidRDefault="0027070F" w:rsidP="003D624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0E235E">
        <w:rPr>
          <w:rFonts w:ascii="Times New Roman" w:hAnsi="Times New Roman" w:cs="Times New Roman"/>
          <w:sz w:val="24"/>
          <w:szCs w:val="24"/>
        </w:rPr>
        <w:t>.  Подготовка проекта соглашения о предоставлении иных межбюджетных трансфертов бюджету</w:t>
      </w:r>
      <w:r w:rsidRPr="000E235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осуществляется главным распорядителем средств бюджета </w:t>
      </w:r>
      <w:r>
        <w:rPr>
          <w:rFonts w:ascii="Times New Roman" w:hAnsi="Times New Roman" w:cs="Times New Roman"/>
          <w:sz w:val="24"/>
          <w:szCs w:val="24"/>
        </w:rPr>
        <w:t>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производящим перечисление иных межбюджетных трансфертов.</w:t>
      </w:r>
    </w:p>
    <w:p w:rsidR="0027070F" w:rsidRPr="000E235E" w:rsidRDefault="0027070F" w:rsidP="0076151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E235E">
        <w:rPr>
          <w:rFonts w:ascii="Times New Roman" w:hAnsi="Times New Roman" w:cs="Times New Roman"/>
          <w:sz w:val="24"/>
          <w:szCs w:val="24"/>
        </w:rPr>
        <w:t xml:space="preserve">. Иные межбюджетные трансферты из бюджета </w:t>
      </w:r>
      <w:r>
        <w:rPr>
          <w:rFonts w:ascii="Times New Roman" w:hAnsi="Times New Roman" w:cs="Times New Roman"/>
          <w:sz w:val="24"/>
          <w:szCs w:val="24"/>
        </w:rPr>
        <w:t>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 бюджету Тюкалинского муниципального района Омской области предоставляются после заключения соглашения с Тюкалинским муниципальн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Омской области </w:t>
      </w:r>
      <w:r>
        <w:rPr>
          <w:rFonts w:ascii="Times New Roman" w:hAnsi="Times New Roman" w:cs="Times New Roman"/>
          <w:sz w:val="24"/>
          <w:szCs w:val="24"/>
        </w:rPr>
        <w:t>в сроки, указанные в соглашении</w:t>
      </w:r>
      <w:r w:rsidRPr="000E235E">
        <w:rPr>
          <w:rFonts w:ascii="Times New Roman" w:hAnsi="Times New Roman" w:cs="Times New Roman"/>
          <w:sz w:val="24"/>
          <w:szCs w:val="24"/>
        </w:rPr>
        <w:t>.</w:t>
      </w:r>
    </w:p>
    <w:p w:rsidR="0027070F" w:rsidRPr="000E235E" w:rsidRDefault="0027070F" w:rsidP="00C22DB7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E235E">
        <w:rPr>
          <w:rFonts w:ascii="Times New Roman" w:hAnsi="Times New Roman" w:cs="Times New Roman"/>
          <w:sz w:val="24"/>
          <w:szCs w:val="24"/>
        </w:rPr>
        <w:t xml:space="preserve">.  Иные межбюджетные трансферты из бюджета </w:t>
      </w:r>
      <w:r>
        <w:rPr>
          <w:rFonts w:ascii="Times New Roman" w:hAnsi="Times New Roman" w:cs="Times New Roman"/>
          <w:sz w:val="24"/>
          <w:szCs w:val="24"/>
        </w:rPr>
        <w:t>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 перечисляются в бюджет Тюкалинского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путем зачисления денежных средств на счет,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открытый в органе, осуществляющем кассовое исполнение бюджета Тюкалинского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7070F" w:rsidRDefault="0027070F" w:rsidP="00C22D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E235E">
        <w:rPr>
          <w:rFonts w:ascii="Times New Roman" w:hAnsi="Times New Roman" w:cs="Times New Roman"/>
          <w:sz w:val="24"/>
          <w:szCs w:val="24"/>
        </w:rPr>
        <w:t>. Операции по остаткам иных межбюджетных трансфертов, не использованных по состоянию на 1 января очередного финансового года, осуществляются в соответствии с пунктом 5 статьи 242 Бюджетного кодекса Российской Федерации.</w:t>
      </w:r>
    </w:p>
    <w:p w:rsidR="0027070F" w:rsidRPr="000E235E" w:rsidRDefault="0027070F" w:rsidP="00C22D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E235E">
        <w:rPr>
          <w:rFonts w:ascii="Times New Roman" w:hAnsi="Times New Roman" w:cs="Times New Roman"/>
          <w:sz w:val="24"/>
          <w:szCs w:val="24"/>
        </w:rPr>
        <w:t xml:space="preserve">. Иные межбюджетные трансферты подлежат возврату в бюджет </w:t>
      </w:r>
      <w:r>
        <w:rPr>
          <w:rFonts w:ascii="Times New Roman" w:hAnsi="Times New Roman" w:cs="Times New Roman"/>
          <w:sz w:val="24"/>
          <w:szCs w:val="24"/>
        </w:rPr>
        <w:t>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 в случаях:</w:t>
      </w:r>
    </w:p>
    <w:p w:rsidR="0027070F" w:rsidRPr="000E235E" w:rsidRDefault="0027070F" w:rsidP="000E235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-  выявления их нецелевого использования;</w:t>
      </w:r>
    </w:p>
    <w:p w:rsidR="0027070F" w:rsidRPr="000E235E" w:rsidRDefault="0027070F" w:rsidP="000E235E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- непредставления отчетности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Тюкалинск</w:t>
      </w:r>
      <w:r>
        <w:rPr>
          <w:rFonts w:ascii="Times New Roman" w:hAnsi="Times New Roman" w:cs="Times New Roman"/>
          <w:sz w:val="24"/>
          <w:szCs w:val="24"/>
        </w:rPr>
        <w:t>им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Омской области;</w:t>
      </w:r>
    </w:p>
    <w:p w:rsidR="0027070F" w:rsidRDefault="0027070F" w:rsidP="00C22DB7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ab/>
        <w:t>- представления недостоверных сведений в отчетности.</w:t>
      </w:r>
    </w:p>
    <w:p w:rsidR="0027070F" w:rsidRPr="000E235E" w:rsidRDefault="0027070F" w:rsidP="00C22DB7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E235E"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E235E">
        <w:rPr>
          <w:rFonts w:ascii="Times New Roman" w:hAnsi="Times New Roman" w:cs="Times New Roman"/>
          <w:sz w:val="24"/>
          <w:szCs w:val="24"/>
        </w:rPr>
        <w:t>.  В случае невозврата иных межбюджетных трансфертов Тюкалинск</w:t>
      </w:r>
      <w:r>
        <w:rPr>
          <w:rFonts w:ascii="Times New Roman" w:hAnsi="Times New Roman" w:cs="Times New Roman"/>
          <w:sz w:val="24"/>
          <w:szCs w:val="24"/>
        </w:rPr>
        <w:t>им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Омской области в добровольном порядке указанные средства подлежат взысканию в бюджет </w:t>
      </w:r>
      <w:r>
        <w:rPr>
          <w:rFonts w:ascii="Times New Roman" w:hAnsi="Times New Roman" w:cs="Times New Roman"/>
          <w:sz w:val="24"/>
          <w:szCs w:val="24"/>
        </w:rPr>
        <w:t>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в установленном </w:t>
      </w:r>
      <w:r>
        <w:rPr>
          <w:rFonts w:ascii="Times New Roman" w:hAnsi="Times New Roman" w:cs="Times New Roman"/>
          <w:sz w:val="24"/>
          <w:szCs w:val="24"/>
        </w:rPr>
        <w:t xml:space="preserve">действующим законодательством </w:t>
      </w:r>
      <w:r w:rsidRPr="000E235E">
        <w:rPr>
          <w:rFonts w:ascii="Times New Roman" w:hAnsi="Times New Roman" w:cs="Times New Roman"/>
          <w:sz w:val="24"/>
          <w:szCs w:val="24"/>
        </w:rPr>
        <w:t>порядке.</w:t>
      </w:r>
    </w:p>
    <w:p w:rsidR="0027070F" w:rsidRPr="000E235E" w:rsidRDefault="0027070F" w:rsidP="000E235E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7070F" w:rsidRPr="000E235E" w:rsidRDefault="0027070F" w:rsidP="000E235E">
      <w:pPr>
        <w:tabs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E235E">
        <w:rPr>
          <w:rFonts w:ascii="Times New Roman" w:hAnsi="Times New Roman" w:cs="Times New Roman"/>
          <w:b/>
          <w:sz w:val="24"/>
          <w:szCs w:val="24"/>
        </w:rPr>
        <w:t>3.  Контроль и отчетность за использованием иных межбюджетных трансфертов</w:t>
      </w:r>
    </w:p>
    <w:p w:rsidR="0027070F" w:rsidRPr="000E235E" w:rsidRDefault="0027070F" w:rsidP="000E235E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7070F" w:rsidRPr="000E235E" w:rsidRDefault="0027070F" w:rsidP="00C22DB7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3.1. Органы местного самоуправления Тюкалинского муниципального района Омской области несут ответственность за целевое использование иных межбюджетных трансфертов, полученных из бюджета </w:t>
      </w:r>
      <w:r>
        <w:rPr>
          <w:rFonts w:ascii="Times New Roman" w:hAnsi="Times New Roman" w:cs="Times New Roman"/>
          <w:sz w:val="24"/>
          <w:szCs w:val="24"/>
        </w:rPr>
        <w:t>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E235E">
        <w:rPr>
          <w:rFonts w:ascii="Times New Roman" w:hAnsi="Times New Roman" w:cs="Times New Roman"/>
          <w:sz w:val="24"/>
          <w:szCs w:val="24"/>
        </w:rPr>
        <w:t xml:space="preserve"> и достоверность представляемых отчетов об их использовании.</w:t>
      </w:r>
    </w:p>
    <w:p w:rsidR="0027070F" w:rsidRPr="000E235E" w:rsidRDefault="0027070F" w:rsidP="00C22DB7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3.2. Контроль за использованием иных межбюджетных трансфертов осуществля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E235E">
        <w:rPr>
          <w:rFonts w:ascii="Times New Roman" w:hAnsi="Times New Roman" w:cs="Times New Roman"/>
          <w:sz w:val="24"/>
          <w:szCs w:val="24"/>
        </w:rPr>
        <w:t xml:space="preserve">т </w:t>
      </w:r>
      <w:r>
        <w:rPr>
          <w:rFonts w:ascii="Times New Roman" w:hAnsi="Times New Roman" w:cs="Times New Roman"/>
          <w:sz w:val="24"/>
          <w:szCs w:val="24"/>
        </w:rPr>
        <w:t>Администрация 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7070F" w:rsidRPr="000E235E" w:rsidRDefault="0027070F" w:rsidP="00C22D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3.3. Отчет об использовании иных межбюджетных трансфертов представляется </w:t>
      </w:r>
      <w:r>
        <w:rPr>
          <w:rFonts w:ascii="Times New Roman" w:hAnsi="Times New Roman" w:cs="Times New Roman"/>
          <w:sz w:val="24"/>
          <w:szCs w:val="24"/>
        </w:rPr>
        <w:t xml:space="preserve">Комитетом финансов и контроля Администрации </w:t>
      </w: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 xml:space="preserve">в порядке и по форме, установленным </w:t>
      </w:r>
      <w:r>
        <w:rPr>
          <w:rFonts w:ascii="Times New Roman" w:hAnsi="Times New Roman" w:cs="Times New Roman"/>
          <w:sz w:val="24"/>
          <w:szCs w:val="24"/>
        </w:rPr>
        <w:t>настоящим Порядком (Приложение № 2).</w:t>
      </w:r>
    </w:p>
    <w:p w:rsidR="0027070F" w:rsidRPr="000E235E" w:rsidRDefault="0027070F" w:rsidP="000E23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7070F" w:rsidRPr="000E235E" w:rsidRDefault="0027070F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7070F" w:rsidRPr="000E235E" w:rsidRDefault="0027070F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7070F" w:rsidRPr="000E235E" w:rsidRDefault="0027070F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7070F" w:rsidRDefault="0027070F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7070F" w:rsidRDefault="0027070F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7070F" w:rsidRDefault="0027070F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7070F" w:rsidRDefault="0027070F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7070F" w:rsidRDefault="0027070F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7070F" w:rsidRDefault="0027070F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7070F" w:rsidRPr="000E235E" w:rsidRDefault="0027070F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7070F" w:rsidRPr="000E235E" w:rsidRDefault="0027070F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7070F" w:rsidRPr="000E235E" w:rsidRDefault="0027070F" w:rsidP="000F795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27070F" w:rsidRDefault="0027070F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к </w:t>
      </w:r>
      <w:hyperlink w:anchor="P42" w:history="1">
        <w:r w:rsidRPr="000E235E">
          <w:rPr>
            <w:rFonts w:ascii="Times New Roman" w:hAnsi="Times New Roman" w:cs="Times New Roman"/>
            <w:sz w:val="24"/>
            <w:szCs w:val="24"/>
          </w:rPr>
          <w:t>Порядку</w:t>
        </w:r>
      </w:hyperlink>
      <w:r w:rsidRPr="000E235E">
        <w:rPr>
          <w:rFonts w:ascii="Times New Roman" w:hAnsi="Times New Roman" w:cs="Times New Roman"/>
          <w:sz w:val="24"/>
          <w:szCs w:val="24"/>
        </w:rPr>
        <w:t xml:space="preserve"> предоставления иных межбюджетных трансфертов</w:t>
      </w:r>
    </w:p>
    <w:p w:rsidR="0027070F" w:rsidRDefault="0027070F" w:rsidP="000F7951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бюджета 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</w:p>
    <w:p w:rsidR="0027070F" w:rsidRDefault="0027070F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27070F" w:rsidRPr="000E235E" w:rsidRDefault="0027070F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бюджету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27070F" w:rsidRPr="000F7951" w:rsidRDefault="002707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7070F" w:rsidRDefault="002707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7070F" w:rsidRPr="000F7951" w:rsidRDefault="002707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7070F" w:rsidRDefault="0027070F" w:rsidP="000F795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Методика</w:t>
      </w:r>
    </w:p>
    <w:p w:rsidR="0027070F" w:rsidRPr="000F7951" w:rsidRDefault="0027070F" w:rsidP="000F795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расчета</w:t>
      </w:r>
      <w:r w:rsidRPr="000F7951">
        <w:rPr>
          <w:rFonts w:ascii="Times New Roman" w:hAnsi="Times New Roman" w:cs="Times New Roman"/>
          <w:sz w:val="24"/>
          <w:szCs w:val="24"/>
        </w:rPr>
        <w:t xml:space="preserve"> иных межбюджетных трансфертов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7951">
        <w:rPr>
          <w:rFonts w:ascii="Times New Roman" w:hAnsi="Times New Roman" w:cs="Times New Roman"/>
          <w:sz w:val="24"/>
          <w:szCs w:val="24"/>
        </w:rPr>
        <w:t xml:space="preserve">на организацию и осуществление деятельности по формированию и исполнению бюджета </w:t>
      </w:r>
      <w:r>
        <w:rPr>
          <w:rFonts w:ascii="Times New Roman" w:hAnsi="Times New Roman" w:cs="Times New Roman"/>
          <w:sz w:val="24"/>
          <w:szCs w:val="24"/>
        </w:rPr>
        <w:t xml:space="preserve">Хуторского </w:t>
      </w:r>
      <w:r w:rsidRPr="000F7951">
        <w:rPr>
          <w:rFonts w:ascii="Times New Roman" w:hAnsi="Times New Roman" w:cs="Times New Roman"/>
          <w:iCs/>
          <w:sz w:val="24"/>
          <w:szCs w:val="24"/>
        </w:rPr>
        <w:t>сельского</w:t>
      </w:r>
      <w:r w:rsidRPr="000F7951">
        <w:rPr>
          <w:rFonts w:ascii="Times New Roman" w:hAnsi="Times New Roman" w:cs="Times New Roman"/>
          <w:sz w:val="24"/>
          <w:szCs w:val="24"/>
        </w:rPr>
        <w:t xml:space="preserve"> поселения Тюкалинского муниципального района Омской области</w:t>
      </w:r>
    </w:p>
    <w:p w:rsidR="0027070F" w:rsidRPr="000F7951" w:rsidRDefault="0027070F" w:rsidP="000F7951">
      <w:pPr>
        <w:pStyle w:val="BodyText2"/>
        <w:spacing w:after="0" w:line="240" w:lineRule="auto"/>
        <w:ind w:firstLine="720"/>
        <w:jc w:val="both"/>
        <w:rPr>
          <w:i/>
          <w:color w:val="0000FF"/>
          <w:lang w:val="ru-RU" w:eastAsia="ru-RU"/>
        </w:rPr>
      </w:pPr>
    </w:p>
    <w:p w:rsidR="0027070F" w:rsidRPr="000F7951" w:rsidRDefault="0027070F" w:rsidP="000F795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 xml:space="preserve">Размер иного межбюджетного трансферта бюджету Тюкалинского муниципального района Омской области на организацию и осуществление деятельности по формированию и исполнению бюджета </w:t>
      </w:r>
      <w:r>
        <w:rPr>
          <w:rFonts w:ascii="Times New Roman" w:hAnsi="Times New Roman" w:cs="Times New Roman"/>
          <w:sz w:val="24"/>
          <w:szCs w:val="24"/>
        </w:rPr>
        <w:t xml:space="preserve">Хуторского </w:t>
      </w:r>
      <w:r w:rsidRPr="000F7951">
        <w:rPr>
          <w:rFonts w:ascii="Times New Roman" w:hAnsi="Times New Roman" w:cs="Times New Roman"/>
          <w:iCs/>
          <w:sz w:val="24"/>
          <w:szCs w:val="24"/>
        </w:rPr>
        <w:t>сельского</w:t>
      </w:r>
      <w:r w:rsidRPr="000F7951">
        <w:rPr>
          <w:rFonts w:ascii="Times New Roman" w:hAnsi="Times New Roman" w:cs="Times New Roman"/>
          <w:sz w:val="24"/>
          <w:szCs w:val="24"/>
        </w:rPr>
        <w:t xml:space="preserve"> поселения Тюкалинского муниципального района Омской области определяется по формуле:</w:t>
      </w:r>
    </w:p>
    <w:p w:rsidR="0027070F" w:rsidRPr="000F7951" w:rsidRDefault="0027070F" w:rsidP="000F795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7070F" w:rsidRPr="000F7951" w:rsidRDefault="0027070F" w:rsidP="000F795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 xml:space="preserve">Фмбт  = Фот + Фнвот </w:t>
      </w:r>
    </w:p>
    <w:p w:rsidR="0027070F" w:rsidRPr="000F7951" w:rsidRDefault="0027070F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где:</w:t>
      </w:r>
    </w:p>
    <w:p w:rsidR="0027070F" w:rsidRPr="000F7951" w:rsidRDefault="0027070F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 xml:space="preserve">Фмбт – размер иного межбюджетного трансферта на организацию и осуществление деятельности по формированию и исполнению бюджета </w:t>
      </w:r>
      <w:r>
        <w:rPr>
          <w:rFonts w:ascii="Times New Roman" w:hAnsi="Times New Roman" w:cs="Times New Roman"/>
          <w:sz w:val="24"/>
          <w:szCs w:val="24"/>
        </w:rPr>
        <w:t>Хуторского</w:t>
      </w:r>
      <w:r w:rsidRPr="000F7951">
        <w:rPr>
          <w:rFonts w:ascii="Times New Roman" w:hAnsi="Times New Roman" w:cs="Times New Roman"/>
          <w:iCs/>
          <w:sz w:val="24"/>
          <w:szCs w:val="24"/>
        </w:rPr>
        <w:t xml:space="preserve"> сельского </w:t>
      </w:r>
      <w:r w:rsidRPr="000F7951">
        <w:rPr>
          <w:rFonts w:ascii="Times New Roman" w:hAnsi="Times New Roman" w:cs="Times New Roman"/>
          <w:sz w:val="24"/>
          <w:szCs w:val="24"/>
        </w:rPr>
        <w:t>поселения Тюкалинского муниципального района Омской области;</w:t>
      </w:r>
    </w:p>
    <w:p w:rsidR="0027070F" w:rsidRPr="000F7951" w:rsidRDefault="0027070F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Фот – затраты на оплату труда Х ставки старшей муниципальной должности «ведущий специалист» Комитета финансов и контроля Администрации Тюкалинского муниципального района Омской области, осуществляющего выполнения части переданных полномочий, с учетом районного коэффициента, в течение 12 месяцев, рублей;</w:t>
      </w:r>
    </w:p>
    <w:p w:rsidR="0027070F" w:rsidRPr="000F7951" w:rsidRDefault="0027070F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 xml:space="preserve">Значение Х- определяется исходя из объема переданных полномочий. </w:t>
      </w:r>
    </w:p>
    <w:p w:rsidR="0027070F" w:rsidRPr="000F7951" w:rsidRDefault="0027070F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Фнвот – затраты на выплаты по оплате труда, рублей;</w:t>
      </w:r>
    </w:p>
    <w:p w:rsidR="0027070F" w:rsidRPr="000F7951" w:rsidRDefault="0027070F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Фнвот = Фот * Кнвот</w:t>
      </w:r>
    </w:p>
    <w:p w:rsidR="0027070F" w:rsidRPr="000F7951" w:rsidRDefault="0027070F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где:</w:t>
      </w:r>
    </w:p>
    <w:p w:rsidR="0027070F" w:rsidRPr="000F7951" w:rsidRDefault="0027070F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Кнвот – коэффициент начисления на выплаты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от несчастных случаев на производстве и профессиональных заболеваний, на обязательное медицинское страхование, равный 0,302.</w:t>
      </w:r>
    </w:p>
    <w:p w:rsidR="0027070F" w:rsidRPr="000F7951" w:rsidRDefault="002707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7070F" w:rsidRPr="000F7951" w:rsidRDefault="002707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7070F" w:rsidRPr="000F7951" w:rsidRDefault="002707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7070F" w:rsidRPr="000F7951" w:rsidRDefault="002707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7070F" w:rsidRPr="000F7951" w:rsidRDefault="002707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7070F" w:rsidRDefault="002707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7070F" w:rsidRDefault="002707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7070F" w:rsidRDefault="002707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7070F" w:rsidRDefault="002707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7070F" w:rsidRDefault="002707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7070F" w:rsidRDefault="002707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7070F" w:rsidRDefault="002707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7070F" w:rsidRDefault="002707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7070F" w:rsidRDefault="002707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7070F" w:rsidRDefault="002707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7070F" w:rsidRDefault="0027070F" w:rsidP="000F795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7070F" w:rsidRDefault="0027070F" w:rsidP="000F795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7070F" w:rsidRDefault="0027070F" w:rsidP="000F795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7070F" w:rsidRPr="000E235E" w:rsidRDefault="0027070F" w:rsidP="000F795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27070F" w:rsidRDefault="0027070F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к </w:t>
      </w:r>
      <w:hyperlink w:anchor="P42" w:history="1">
        <w:r w:rsidRPr="000E235E">
          <w:rPr>
            <w:rFonts w:ascii="Times New Roman" w:hAnsi="Times New Roman" w:cs="Times New Roman"/>
            <w:sz w:val="24"/>
            <w:szCs w:val="24"/>
          </w:rPr>
          <w:t>Порядку</w:t>
        </w:r>
      </w:hyperlink>
      <w:r w:rsidRPr="000E235E">
        <w:rPr>
          <w:rFonts w:ascii="Times New Roman" w:hAnsi="Times New Roman" w:cs="Times New Roman"/>
          <w:sz w:val="24"/>
          <w:szCs w:val="24"/>
        </w:rPr>
        <w:t xml:space="preserve"> предоставления иных межбюджетных трансфертов</w:t>
      </w:r>
    </w:p>
    <w:p w:rsidR="0027070F" w:rsidRDefault="0027070F" w:rsidP="000F7951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бюджета Хуторского</w:t>
      </w:r>
      <w:r w:rsidRPr="000E235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</w:p>
    <w:p w:rsidR="0027070F" w:rsidRDefault="0027070F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27070F" w:rsidRPr="000E235E" w:rsidRDefault="0027070F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бюджету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27070F" w:rsidRPr="000F7951" w:rsidRDefault="002707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7070F" w:rsidRPr="000E235E" w:rsidRDefault="002707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(Форма)</w:t>
      </w:r>
    </w:p>
    <w:p w:rsidR="0027070F" w:rsidRPr="000E235E" w:rsidRDefault="002707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7070F" w:rsidRPr="000E235E" w:rsidRDefault="002707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7070F" w:rsidRPr="000E235E" w:rsidRDefault="0027070F" w:rsidP="000F79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Отчет</w:t>
      </w:r>
    </w:p>
    <w:p w:rsidR="0027070F" w:rsidRDefault="0027070F" w:rsidP="000F79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о расходовании иных межбюджетных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трансфертов</w:t>
      </w:r>
    </w:p>
    <w:p w:rsidR="0027070F" w:rsidRPr="000E235E" w:rsidRDefault="0027070F" w:rsidP="000F79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Тюкалинским муниципальным районом Омской области</w:t>
      </w:r>
    </w:p>
    <w:p w:rsidR="0027070F" w:rsidRPr="000E235E" w:rsidRDefault="0027070F" w:rsidP="000F79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по состоянию на ____________ 20__ года</w:t>
      </w:r>
    </w:p>
    <w:p w:rsidR="0027070F" w:rsidRPr="000E235E" w:rsidRDefault="0027070F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7070F" w:rsidRPr="000E235E" w:rsidRDefault="002707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7070F" w:rsidRPr="000E235E" w:rsidRDefault="0027070F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(руб.)</w:t>
      </w:r>
    </w:p>
    <w:tbl>
      <w:tblPr>
        <w:tblW w:w="9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90"/>
        <w:gridCol w:w="2785"/>
        <w:gridCol w:w="2977"/>
      </w:tblGrid>
      <w:tr w:rsidR="0027070F" w:rsidRPr="000E235E" w:rsidTr="000F7951">
        <w:tc>
          <w:tcPr>
            <w:tcW w:w="3890" w:type="dxa"/>
          </w:tcPr>
          <w:p w:rsidR="0027070F" w:rsidRPr="000E235E" w:rsidRDefault="0027070F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785" w:type="dxa"/>
          </w:tcPr>
          <w:p w:rsidR="0027070F" w:rsidRPr="000E235E" w:rsidRDefault="0027070F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из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Хуторского</w:t>
            </w:r>
            <w:r w:rsidRPr="000E23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Тюкалинского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Омской области</w:t>
            </w: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 с начала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977" w:type="dxa"/>
          </w:tcPr>
          <w:p w:rsidR="0027070F" w:rsidRPr="000E235E" w:rsidRDefault="0027070F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Израсходовано бюджетом Тюкалинского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Омской области</w:t>
            </w: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 с начала года</w:t>
            </w:r>
          </w:p>
        </w:tc>
      </w:tr>
      <w:tr w:rsidR="0027070F" w:rsidRPr="000E235E" w:rsidTr="000F7951">
        <w:tc>
          <w:tcPr>
            <w:tcW w:w="3890" w:type="dxa"/>
          </w:tcPr>
          <w:p w:rsidR="0027070F" w:rsidRPr="000E235E" w:rsidRDefault="0027070F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:rsidR="0027070F" w:rsidRPr="000E235E" w:rsidRDefault="0027070F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7070F" w:rsidRPr="000E235E" w:rsidRDefault="0027070F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70F" w:rsidRPr="000E235E" w:rsidTr="000F7951">
        <w:tc>
          <w:tcPr>
            <w:tcW w:w="3890" w:type="dxa"/>
          </w:tcPr>
          <w:p w:rsidR="0027070F" w:rsidRPr="000E235E" w:rsidRDefault="0027070F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:rsidR="0027070F" w:rsidRPr="000E235E" w:rsidRDefault="0027070F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7070F" w:rsidRPr="000E235E" w:rsidRDefault="0027070F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70F" w:rsidRPr="000E235E" w:rsidTr="000F7951">
        <w:tc>
          <w:tcPr>
            <w:tcW w:w="3890" w:type="dxa"/>
          </w:tcPr>
          <w:p w:rsidR="0027070F" w:rsidRPr="000E235E" w:rsidRDefault="0027070F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:rsidR="0027070F" w:rsidRPr="000E235E" w:rsidRDefault="0027070F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7070F" w:rsidRPr="000E235E" w:rsidRDefault="0027070F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70F" w:rsidRPr="000E235E" w:rsidTr="000F7951">
        <w:tc>
          <w:tcPr>
            <w:tcW w:w="3890" w:type="dxa"/>
          </w:tcPr>
          <w:p w:rsidR="0027070F" w:rsidRPr="000E235E" w:rsidRDefault="0027070F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785" w:type="dxa"/>
          </w:tcPr>
          <w:p w:rsidR="0027070F" w:rsidRPr="000E235E" w:rsidRDefault="0027070F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7070F" w:rsidRPr="000E235E" w:rsidRDefault="0027070F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070F" w:rsidRDefault="002707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7070F" w:rsidRDefault="002707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7070F" w:rsidRPr="000E235E" w:rsidRDefault="002707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7070F" w:rsidRPr="000E235E" w:rsidRDefault="0027070F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  <w:r w:rsidRPr="000E23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(должность)</w:t>
      </w:r>
      <w:r w:rsidRPr="000E235E">
        <w:rPr>
          <w:rFonts w:ascii="Times New Roman" w:hAnsi="Times New Roman" w:cs="Times New Roman"/>
          <w:sz w:val="24"/>
          <w:szCs w:val="24"/>
        </w:rPr>
        <w:t xml:space="preserve">      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E235E">
        <w:rPr>
          <w:rFonts w:ascii="Times New Roman" w:hAnsi="Times New Roman" w:cs="Times New Roman"/>
          <w:sz w:val="24"/>
          <w:szCs w:val="24"/>
        </w:rPr>
        <w:t xml:space="preserve">_____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0E235E">
        <w:rPr>
          <w:rFonts w:ascii="Times New Roman" w:hAnsi="Times New Roman" w:cs="Times New Roman"/>
          <w:sz w:val="24"/>
          <w:szCs w:val="24"/>
        </w:rPr>
        <w:t xml:space="preserve">  ___________________________</w:t>
      </w:r>
    </w:p>
    <w:p w:rsidR="0027070F" w:rsidRPr="000E235E" w:rsidRDefault="0027070F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0E235E">
        <w:rPr>
          <w:rFonts w:ascii="Times New Roman" w:hAnsi="Times New Roman" w:cs="Times New Roman"/>
          <w:sz w:val="24"/>
          <w:szCs w:val="24"/>
        </w:rPr>
        <w:t xml:space="preserve">(подпись)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E235E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27070F" w:rsidRPr="000E235E" w:rsidRDefault="0027070F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7070F" w:rsidRPr="000E235E" w:rsidRDefault="0027070F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Главный бухгалтер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0E235E">
        <w:rPr>
          <w:rFonts w:ascii="Times New Roman" w:hAnsi="Times New Roman" w:cs="Times New Roman"/>
          <w:sz w:val="24"/>
          <w:szCs w:val="24"/>
        </w:rPr>
        <w:t xml:space="preserve"> 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E235E">
        <w:rPr>
          <w:rFonts w:ascii="Times New Roman" w:hAnsi="Times New Roman" w:cs="Times New Roman"/>
          <w:sz w:val="24"/>
          <w:szCs w:val="24"/>
        </w:rPr>
        <w:t xml:space="preserve">____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0E235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27070F" w:rsidRPr="000E235E" w:rsidRDefault="0027070F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0E235E">
        <w:rPr>
          <w:rFonts w:ascii="Times New Roman" w:hAnsi="Times New Roman" w:cs="Times New Roman"/>
          <w:sz w:val="24"/>
          <w:szCs w:val="24"/>
        </w:rPr>
        <w:t xml:space="preserve">(подпись)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0E235E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27070F" w:rsidRDefault="0027070F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7070F" w:rsidRDefault="0027070F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7070F" w:rsidRPr="000E235E" w:rsidRDefault="0027070F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"___" ______________ 20___</w:t>
      </w:r>
    </w:p>
    <w:p w:rsidR="0027070F" w:rsidRPr="000E235E" w:rsidRDefault="002707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7070F" w:rsidRPr="000E235E" w:rsidRDefault="0027070F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27070F" w:rsidRPr="000E235E" w:rsidSect="007A46BE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70F" w:rsidRDefault="0027070F" w:rsidP="000E235E">
      <w:r>
        <w:separator/>
      </w:r>
    </w:p>
  </w:endnote>
  <w:endnote w:type="continuationSeparator" w:id="0">
    <w:p w:rsidR="0027070F" w:rsidRDefault="0027070F" w:rsidP="000E23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70F" w:rsidRDefault="0027070F" w:rsidP="000E235E">
      <w:r>
        <w:separator/>
      </w:r>
    </w:p>
  </w:footnote>
  <w:footnote w:type="continuationSeparator" w:id="0">
    <w:p w:rsidR="0027070F" w:rsidRDefault="0027070F" w:rsidP="000E23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A52981"/>
    <w:multiLevelType w:val="hybridMultilevel"/>
    <w:tmpl w:val="7B18D24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5C143F74"/>
    <w:multiLevelType w:val="hybridMultilevel"/>
    <w:tmpl w:val="1E6C60AE"/>
    <w:lvl w:ilvl="0" w:tplc="5986D7C4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5F4B"/>
    <w:rsid w:val="000069C8"/>
    <w:rsid w:val="00071A55"/>
    <w:rsid w:val="00076B9E"/>
    <w:rsid w:val="00086CE8"/>
    <w:rsid w:val="000E235E"/>
    <w:rsid w:val="000F7951"/>
    <w:rsid w:val="00122756"/>
    <w:rsid w:val="0013568A"/>
    <w:rsid w:val="001372DF"/>
    <w:rsid w:val="00177956"/>
    <w:rsid w:val="00181707"/>
    <w:rsid w:val="001D03E8"/>
    <w:rsid w:val="001D5107"/>
    <w:rsid w:val="00205662"/>
    <w:rsid w:val="002062D8"/>
    <w:rsid w:val="00212F82"/>
    <w:rsid w:val="00225E88"/>
    <w:rsid w:val="0027070F"/>
    <w:rsid w:val="002B1E72"/>
    <w:rsid w:val="002C2EEC"/>
    <w:rsid w:val="002C41E7"/>
    <w:rsid w:val="002D14C4"/>
    <w:rsid w:val="0033190A"/>
    <w:rsid w:val="00337846"/>
    <w:rsid w:val="00341247"/>
    <w:rsid w:val="003512B5"/>
    <w:rsid w:val="003A3253"/>
    <w:rsid w:val="003B08E6"/>
    <w:rsid w:val="003D6245"/>
    <w:rsid w:val="00417C9B"/>
    <w:rsid w:val="00427A0E"/>
    <w:rsid w:val="00432606"/>
    <w:rsid w:val="0044324B"/>
    <w:rsid w:val="004A704A"/>
    <w:rsid w:val="004F4FE4"/>
    <w:rsid w:val="0051402A"/>
    <w:rsid w:val="005161A7"/>
    <w:rsid w:val="00533FDA"/>
    <w:rsid w:val="00557223"/>
    <w:rsid w:val="00562B8C"/>
    <w:rsid w:val="00572034"/>
    <w:rsid w:val="00573A63"/>
    <w:rsid w:val="005F20B9"/>
    <w:rsid w:val="005F2D9C"/>
    <w:rsid w:val="00614728"/>
    <w:rsid w:val="0068229C"/>
    <w:rsid w:val="006F7BC0"/>
    <w:rsid w:val="0070074B"/>
    <w:rsid w:val="00703405"/>
    <w:rsid w:val="007225F4"/>
    <w:rsid w:val="00727977"/>
    <w:rsid w:val="00745F4B"/>
    <w:rsid w:val="007555B0"/>
    <w:rsid w:val="00761517"/>
    <w:rsid w:val="00777A29"/>
    <w:rsid w:val="007A46BE"/>
    <w:rsid w:val="007C7E7F"/>
    <w:rsid w:val="007D346C"/>
    <w:rsid w:val="00843B71"/>
    <w:rsid w:val="008641B6"/>
    <w:rsid w:val="00886056"/>
    <w:rsid w:val="00987303"/>
    <w:rsid w:val="009B4469"/>
    <w:rsid w:val="009E4897"/>
    <w:rsid w:val="009F2C21"/>
    <w:rsid w:val="00A076CA"/>
    <w:rsid w:val="00A139EF"/>
    <w:rsid w:val="00A2152A"/>
    <w:rsid w:val="00A2203D"/>
    <w:rsid w:val="00A4439B"/>
    <w:rsid w:val="00AA7499"/>
    <w:rsid w:val="00AD466C"/>
    <w:rsid w:val="00AF6331"/>
    <w:rsid w:val="00B24FC2"/>
    <w:rsid w:val="00B35516"/>
    <w:rsid w:val="00B56F19"/>
    <w:rsid w:val="00B8211D"/>
    <w:rsid w:val="00C22DB7"/>
    <w:rsid w:val="00C5367B"/>
    <w:rsid w:val="00CB794F"/>
    <w:rsid w:val="00CF6C0C"/>
    <w:rsid w:val="00D67C8F"/>
    <w:rsid w:val="00D714E2"/>
    <w:rsid w:val="00D94F10"/>
    <w:rsid w:val="00E042B2"/>
    <w:rsid w:val="00E206FC"/>
    <w:rsid w:val="00E3380D"/>
    <w:rsid w:val="00E95D1A"/>
    <w:rsid w:val="00ED5A1B"/>
    <w:rsid w:val="00F11248"/>
    <w:rsid w:val="00F13B1B"/>
    <w:rsid w:val="00F4424D"/>
    <w:rsid w:val="00F642B1"/>
    <w:rsid w:val="00F80482"/>
    <w:rsid w:val="00F82342"/>
    <w:rsid w:val="00F91E86"/>
    <w:rsid w:val="00FA6113"/>
    <w:rsid w:val="00FD2FC9"/>
    <w:rsid w:val="00FF1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C0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45F4B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745F4B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45F4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745F4B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a">
    <w:name w:val="???????"/>
    <w:uiPriority w:val="99"/>
    <w:rsid w:val="00CF6C0C"/>
    <w:rPr>
      <w:rFonts w:ascii="Times New Roman" w:eastAsia="Times New Roman" w:hAnsi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CF6C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9B44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B4469"/>
    <w:rPr>
      <w:rFonts w:ascii="Tahoma" w:hAnsi="Tahoma" w:cs="Tahoma"/>
      <w:sz w:val="16"/>
      <w:szCs w:val="16"/>
      <w:lang w:eastAsia="ru-RU"/>
    </w:rPr>
  </w:style>
  <w:style w:type="paragraph" w:customStyle="1" w:styleId="a0">
    <w:name w:val="????????"/>
    <w:basedOn w:val="a"/>
    <w:uiPriority w:val="99"/>
    <w:rsid w:val="009B4469"/>
    <w:pPr>
      <w:jc w:val="center"/>
    </w:pPr>
    <w:rPr>
      <w:sz w:val="36"/>
    </w:rPr>
  </w:style>
  <w:style w:type="character" w:styleId="Hyperlink">
    <w:name w:val="Hyperlink"/>
    <w:basedOn w:val="DefaultParagraphFont"/>
    <w:uiPriority w:val="99"/>
    <w:rsid w:val="00A4439B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0E235E"/>
    <w:pPr>
      <w:autoSpaceDE/>
      <w:autoSpaceDN/>
      <w:adjustRightInd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E235E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0E235E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rsid w:val="000F7951"/>
    <w:pPr>
      <w:widowControl/>
      <w:autoSpaceDE/>
      <w:autoSpaceDN/>
      <w:adjustRightInd/>
      <w:spacing w:after="120" w:line="480" w:lineRule="auto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0F7951"/>
    <w:rPr>
      <w:rFonts w:ascii="Times New Roman" w:hAnsi="Times New Roman" w:cs="Times New Roman"/>
      <w:sz w:val="24"/>
      <w:szCs w:val="24"/>
      <w:lang w:val="en-US"/>
    </w:rPr>
  </w:style>
  <w:style w:type="paragraph" w:customStyle="1" w:styleId="1">
    <w:name w:val="Знак Знак Знак Знак Знак Знак Знак Знак Знак Знак Знак Знак Знак Знак Знак Знак1"/>
    <w:basedOn w:val="Normal"/>
    <w:uiPriority w:val="99"/>
    <w:rsid w:val="000F7951"/>
    <w:pPr>
      <w:widowControl/>
      <w:autoSpaceDE/>
      <w:autoSpaceDN/>
      <w:adjustRightInd/>
      <w:spacing w:line="240" w:lineRule="exact"/>
      <w:jc w:val="both"/>
    </w:pPr>
    <w:rPr>
      <w:rFonts w:ascii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51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71443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1379</TotalTime>
  <Pages>5</Pages>
  <Words>1733</Words>
  <Characters>9884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provo1</dc:creator>
  <cp:keywords/>
  <dc:description/>
  <cp:lastModifiedBy>User</cp:lastModifiedBy>
  <cp:revision>51</cp:revision>
  <cp:lastPrinted>2021-11-02T05:09:00Z</cp:lastPrinted>
  <dcterms:created xsi:type="dcterms:W3CDTF">2020-02-21T08:35:00Z</dcterms:created>
  <dcterms:modified xsi:type="dcterms:W3CDTF">2024-12-02T09:45:00Z</dcterms:modified>
</cp:coreProperties>
</file>